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95735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</w:rPr>
      </w:pPr>
      <w:r w:rsidRPr="00CE0A9B">
        <w:rPr>
          <w:rFonts w:ascii="Arial" w:hAnsi="Arial" w:cs="Arial"/>
          <w:b/>
          <w:bCs/>
        </w:rPr>
        <w:t>ΥΠΕΥΘΥΝΗ ΔΗΛΩΣΗ</w:t>
      </w:r>
    </w:p>
    <w:p w14:paraId="146351B7" w14:textId="77777777" w:rsidR="006223F2" w:rsidRPr="00CE0A9B" w:rsidRDefault="006223F2" w:rsidP="00CE0A9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bCs/>
          <w:sz w:val="18"/>
          <w:szCs w:val="18"/>
        </w:rPr>
      </w:pPr>
      <w:r w:rsidRPr="00CE0A9B">
        <w:rPr>
          <w:rFonts w:ascii="Arial" w:hAnsi="Arial" w:cs="Arial"/>
          <w:b/>
          <w:bCs/>
          <w:sz w:val="18"/>
          <w:szCs w:val="18"/>
        </w:rPr>
        <w:t>(άρθρο 8 Ν.1599/1986)</w:t>
      </w:r>
    </w:p>
    <w:p w14:paraId="41429B91" w14:textId="77777777" w:rsidR="006223F2" w:rsidRPr="005657F4" w:rsidRDefault="006223F2" w:rsidP="005657F4">
      <w:pPr>
        <w:pStyle w:val="BodyText"/>
        <w:jc w:val="left"/>
        <w:rPr>
          <w:sz w:val="24"/>
        </w:rPr>
      </w:pPr>
    </w:p>
    <w:p w14:paraId="3356EB75" w14:textId="77777777" w:rsidR="006223F2" w:rsidRPr="00B74D20" w:rsidRDefault="006223F2">
      <w:pPr>
        <w:pStyle w:val="BodyText2"/>
        <w:pBdr>
          <w:right w:val="single" w:sz="4" w:space="7" w:color="auto"/>
        </w:pBdr>
        <w:ind w:right="139"/>
        <w:rPr>
          <w:rFonts w:ascii="Arial" w:hAnsi="Arial" w:cs="Arial"/>
          <w:sz w:val="18"/>
        </w:rPr>
      </w:pPr>
      <w:r w:rsidRPr="00B74D20">
        <w:rPr>
          <w:rFonts w:ascii="Arial" w:hAnsi="Arial" w:cs="Arial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  <w:r w:rsidR="00E3471C">
        <w:rPr>
          <w:rFonts w:ascii="Arial" w:hAnsi="Arial" w:cs="Arial"/>
          <w:sz w:val="18"/>
        </w:rPr>
        <w:t xml:space="preserve"> </w:t>
      </w:r>
      <w:r w:rsidRPr="00B74D20">
        <w:rPr>
          <w:rFonts w:ascii="Arial" w:hAnsi="Arial" w:cs="Arial"/>
          <w:sz w:val="18"/>
        </w:rPr>
        <w:t>παρ. 4 Ν. 1599/1986)</w:t>
      </w:r>
    </w:p>
    <w:p w14:paraId="2893C2EB" w14:textId="77777777" w:rsidR="006223F2" w:rsidRPr="00B74D20" w:rsidRDefault="006223F2">
      <w:pPr>
        <w:pStyle w:val="BodyText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751"/>
        <w:gridCol w:w="1204"/>
        <w:gridCol w:w="425"/>
        <w:gridCol w:w="709"/>
        <w:gridCol w:w="331"/>
        <w:gridCol w:w="1087"/>
        <w:gridCol w:w="1073"/>
        <w:gridCol w:w="720"/>
        <w:gridCol w:w="540"/>
        <w:gridCol w:w="540"/>
        <w:gridCol w:w="1291"/>
        <w:gridCol w:w="6"/>
      </w:tblGrid>
      <w:tr w:rsidR="006223F2" w:rsidRPr="00B74D20" w14:paraId="50E75694" w14:textId="77777777" w:rsidTr="004275B1"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47A97BED" w14:textId="77777777" w:rsidR="006223F2" w:rsidRPr="008075DC" w:rsidRDefault="006223F2" w:rsidP="004275B1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8075DC">
              <w:rPr>
                <w:rFonts w:ascii="Arial" w:hAnsi="Arial" w:cs="Arial"/>
                <w:sz w:val="20"/>
                <w:szCs w:val="20"/>
              </w:rPr>
              <w:t>ΠΡΟΣ</w:t>
            </w:r>
            <w:r w:rsidR="004275B1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  <w:r w:rsidRPr="008075D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2"/>
            <w:vAlign w:val="center"/>
          </w:tcPr>
          <w:p w14:paraId="4C0402AC" w14:textId="77777777" w:rsidR="006223F2" w:rsidRPr="00B74D20" w:rsidRDefault="00D95FE7" w:rsidP="004275B1">
            <w:pPr>
              <w:spacing w:before="120"/>
              <w:ind w:right="-6878"/>
              <w:rPr>
                <w:rFonts w:ascii="Arial" w:hAnsi="Arial" w:cs="Arial"/>
                <w:b/>
                <w:sz w:val="20"/>
                <w:szCs w:val="20"/>
              </w:rPr>
            </w:pPr>
            <w:r w:rsidRPr="00B74D20">
              <w:rPr>
                <w:rFonts w:ascii="Arial" w:hAnsi="Arial" w:cs="Arial"/>
                <w:b/>
                <w:sz w:val="20"/>
                <w:szCs w:val="20"/>
              </w:rPr>
              <w:t>ΑΝΕΞΑΡΤΗΤΟ ΔΙΑΧΕΙΡΙΣΤΗ ΜΕΤΑΦΟΡΑΣ ΗΛΕΚΤΡΙΚΗΣ ΕΝΕΡΓΕΙΑΣ</w:t>
            </w:r>
          </w:p>
        </w:tc>
      </w:tr>
      <w:tr w:rsidR="006223F2" w:rsidRPr="00B74D20" w14:paraId="7D507685" w14:textId="77777777" w:rsidTr="004275B1">
        <w:trPr>
          <w:gridAfter w:val="1"/>
          <w:wAfter w:w="6" w:type="dxa"/>
          <w:cantSplit/>
          <w:trHeight w:val="470"/>
        </w:trPr>
        <w:tc>
          <w:tcPr>
            <w:tcW w:w="1368" w:type="dxa"/>
            <w:vAlign w:val="center"/>
          </w:tcPr>
          <w:p w14:paraId="55F13A4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  <w:vAlign w:val="center"/>
          </w:tcPr>
          <w:p w14:paraId="22561083" w14:textId="77777777" w:rsidR="006223F2" w:rsidRPr="004275B1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AC42D15" w14:textId="77777777" w:rsidR="006223F2" w:rsidRPr="00B74D20" w:rsidRDefault="006223F2" w:rsidP="004275B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64" w:type="dxa"/>
            <w:gridSpan w:val="5"/>
            <w:vAlign w:val="center"/>
          </w:tcPr>
          <w:p w14:paraId="3302610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3579989B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2DFC2A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0"/>
            <w:vAlign w:val="center"/>
          </w:tcPr>
          <w:p w14:paraId="2D3A6D2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2A0A4FDB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14E03154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0"/>
            <w:vAlign w:val="center"/>
          </w:tcPr>
          <w:p w14:paraId="77D10DC6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00073593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68A63FD3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Ημερομηνία γέννησης</w:t>
            </w:r>
            <w:r w:rsidR="004275B1">
              <w:rPr>
                <w:rStyle w:val="FootnoteReference"/>
                <w:rFonts w:ascii="Arial" w:hAnsi="Arial" w:cs="Arial"/>
                <w:sz w:val="16"/>
              </w:rPr>
              <w:footnoteReference w:id="2"/>
            </w:r>
            <w:r w:rsidRPr="00B74D2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0"/>
            <w:vAlign w:val="center"/>
          </w:tcPr>
          <w:p w14:paraId="4CEB757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6223F2" w:rsidRPr="00B74D20" w14:paraId="190DAD3F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F0DD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2B6B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29E88B24" w14:textId="77777777" w:rsidTr="004275B1">
        <w:trPr>
          <w:gridAfter w:val="1"/>
          <w:wAfter w:w="6" w:type="dxa"/>
          <w:cantSplit/>
          <w:trHeight w:val="470"/>
        </w:trPr>
        <w:tc>
          <w:tcPr>
            <w:tcW w:w="2448" w:type="dxa"/>
            <w:gridSpan w:val="3"/>
            <w:vAlign w:val="center"/>
          </w:tcPr>
          <w:p w14:paraId="3CBC09A7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1204" w:type="dxa"/>
            <w:vAlign w:val="center"/>
          </w:tcPr>
          <w:p w14:paraId="14CB1540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4DFAF9F6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64" w:type="dxa"/>
            <w:gridSpan w:val="5"/>
            <w:vAlign w:val="center"/>
          </w:tcPr>
          <w:p w14:paraId="305437AC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b/>
              </w:rPr>
            </w:pPr>
          </w:p>
        </w:tc>
      </w:tr>
      <w:tr w:rsidR="006223F2" w:rsidRPr="00B74D20" w14:paraId="19CC1BC4" w14:textId="77777777" w:rsidTr="004275B1">
        <w:trPr>
          <w:gridAfter w:val="1"/>
          <w:wAfter w:w="6" w:type="dxa"/>
          <w:cantSplit/>
          <w:trHeight w:val="470"/>
        </w:trPr>
        <w:tc>
          <w:tcPr>
            <w:tcW w:w="1697" w:type="dxa"/>
            <w:gridSpan w:val="2"/>
            <w:vAlign w:val="center"/>
          </w:tcPr>
          <w:p w14:paraId="592EAC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14:paraId="6EA66FA8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Align w:val="center"/>
          </w:tcPr>
          <w:p w14:paraId="0216706E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491" w:type="dxa"/>
            <w:gridSpan w:val="3"/>
            <w:vAlign w:val="center"/>
          </w:tcPr>
          <w:p w14:paraId="31E3CAC2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0AE6410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14:paraId="3E5A98FE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vAlign w:val="center"/>
          </w:tcPr>
          <w:p w14:paraId="34AC191F" w14:textId="77777777" w:rsidR="006223F2" w:rsidRPr="00B74D20" w:rsidRDefault="006223F2" w:rsidP="004275B1">
            <w:pPr>
              <w:spacing w:before="240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494C93BA" w14:textId="77777777" w:rsidR="006223F2" w:rsidRPr="00B74D20" w:rsidRDefault="006223F2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4275B1" w:rsidRPr="00B74D20" w14:paraId="268B7915" w14:textId="77777777" w:rsidTr="004275B1">
        <w:trPr>
          <w:cantSplit/>
          <w:trHeight w:val="470"/>
        </w:trPr>
        <w:tc>
          <w:tcPr>
            <w:tcW w:w="3652" w:type="dxa"/>
            <w:gridSpan w:val="4"/>
            <w:vAlign w:val="center"/>
          </w:tcPr>
          <w:p w14:paraId="4651F5D6" w14:textId="77777777" w:rsidR="004275B1" w:rsidRPr="00B74D20" w:rsidRDefault="004275B1" w:rsidP="004275B1">
            <w:pPr>
              <w:spacing w:before="120"/>
              <w:ind w:right="-6878"/>
              <w:rPr>
                <w:rFonts w:ascii="Arial" w:hAnsi="Arial" w:cs="Arial"/>
                <w:sz w:val="16"/>
              </w:rPr>
            </w:pPr>
            <w:r w:rsidRPr="00B74D20">
              <w:rPr>
                <w:rFonts w:ascii="Arial" w:hAnsi="Arial" w:cs="Arial"/>
                <w:sz w:val="16"/>
              </w:rPr>
              <w:t>Δ</w:t>
            </w:r>
            <w:r>
              <w:rPr>
                <w:rFonts w:ascii="Arial" w:hAnsi="Arial" w:cs="Arial"/>
                <w:sz w:val="16"/>
              </w:rPr>
              <w:t>ιεύθυ</w:t>
            </w:r>
            <w:r w:rsidRPr="00B74D20">
              <w:rPr>
                <w:rFonts w:ascii="Arial" w:hAnsi="Arial" w:cs="Arial"/>
                <w:sz w:val="16"/>
              </w:rPr>
              <w:t>νση Ηλεκτρ</w:t>
            </w:r>
            <w:r>
              <w:rPr>
                <w:rFonts w:ascii="Arial" w:hAnsi="Arial" w:cs="Arial"/>
                <w:sz w:val="16"/>
              </w:rPr>
              <w:t>ονικού</w:t>
            </w:r>
            <w:r w:rsidRPr="00B74D20">
              <w:rPr>
                <w:rFonts w:ascii="Arial" w:hAnsi="Arial" w:cs="Arial"/>
                <w:sz w:val="16"/>
              </w:rPr>
              <w:t xml:space="preserve"> Ταχυδρομείου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B74D20">
              <w:rPr>
                <w:rFonts w:ascii="Arial" w:hAnsi="Arial" w:cs="Arial"/>
                <w:sz w:val="16"/>
              </w:rPr>
              <w:t>(Ε-</w:t>
            </w:r>
            <w:r w:rsidRPr="00B74D20">
              <w:rPr>
                <w:rFonts w:ascii="Arial" w:hAnsi="Arial" w:cs="Arial"/>
                <w:sz w:val="16"/>
                <w:lang w:val="en-US"/>
              </w:rPr>
              <w:t>mail</w:t>
            </w:r>
            <w:r w:rsidRPr="00B74D20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6722" w:type="dxa"/>
            <w:gridSpan w:val="10"/>
            <w:vAlign w:val="center"/>
          </w:tcPr>
          <w:p w14:paraId="5150DF18" w14:textId="77777777" w:rsidR="004275B1" w:rsidRPr="00B74D20" w:rsidRDefault="004275B1" w:rsidP="004275B1">
            <w:pPr>
              <w:spacing w:before="120"/>
              <w:ind w:right="-50"/>
              <w:rPr>
                <w:rFonts w:ascii="Arial" w:hAnsi="Arial" w:cs="Arial"/>
                <w:b/>
              </w:rPr>
            </w:pPr>
          </w:p>
        </w:tc>
      </w:tr>
    </w:tbl>
    <w:p w14:paraId="4FB0DA8B" w14:textId="77777777" w:rsidR="006223F2" w:rsidRDefault="006223F2">
      <w:pPr>
        <w:rPr>
          <w:rFonts w:ascii="Arial" w:hAnsi="Arial" w:cs="Arial"/>
          <w:sz w:val="16"/>
        </w:rPr>
      </w:pPr>
    </w:p>
    <w:p w14:paraId="4EBCDE03" w14:textId="77777777" w:rsidR="00CE0A9B" w:rsidRPr="00C55B24" w:rsidRDefault="00CE0A9B">
      <w:pPr>
        <w:rPr>
          <w:rFonts w:ascii="Arial" w:hAnsi="Arial" w:cs="Arial"/>
          <w:sz w:val="16"/>
        </w:rPr>
      </w:pPr>
    </w:p>
    <w:p w14:paraId="3E9DF8EC" w14:textId="77777777" w:rsidR="004275B1" w:rsidRDefault="00C55B24" w:rsidP="00C55B24">
      <w:pPr>
        <w:jc w:val="both"/>
        <w:rPr>
          <w:rFonts w:ascii="Arial" w:hAnsi="Arial" w:cs="Arial"/>
          <w:sz w:val="16"/>
        </w:rPr>
      </w:pPr>
      <w:r w:rsidRPr="00E3471C">
        <w:rPr>
          <w:rFonts w:ascii="Arial" w:hAnsi="Arial" w:cs="Arial"/>
          <w:b/>
          <w:sz w:val="20"/>
          <w:szCs w:val="20"/>
        </w:rPr>
        <w:t>Με ατομική μου ευθύνη και γνωρίζοντας τις κυρώσεις</w:t>
      </w:r>
      <w:r>
        <w:rPr>
          <w:rStyle w:val="FootnoteReference"/>
          <w:rFonts w:ascii="Arial" w:hAnsi="Arial" w:cs="Arial"/>
          <w:b/>
          <w:sz w:val="20"/>
          <w:szCs w:val="20"/>
        </w:rPr>
        <w:footnoteReference w:id="3"/>
      </w:r>
      <w:r w:rsidRPr="00E3471C">
        <w:rPr>
          <w:rFonts w:ascii="Arial" w:hAnsi="Arial" w:cs="Arial"/>
          <w:b/>
          <w:sz w:val="20"/>
          <w:szCs w:val="20"/>
        </w:rPr>
        <w:t xml:space="preserve">, που προβλέπονται από τις διατάξεις της παρ. 6 του άρθρου 22 του Ν. 1599/1986 ενεργών ή ενεργούσα στην παρούσα με την ιδιότητα του/της </w:t>
      </w:r>
      <w:r w:rsidR="00344104">
        <w:rPr>
          <w:rFonts w:ascii="Arial" w:hAnsi="Arial" w:cs="Arial"/>
          <w:b/>
          <w:sz w:val="20"/>
          <w:szCs w:val="20"/>
        </w:rPr>
        <w:t>μηχανικού επίβλεψης,</w:t>
      </w:r>
      <w:r w:rsidRPr="00E3471C">
        <w:rPr>
          <w:rFonts w:ascii="Arial" w:hAnsi="Arial" w:cs="Arial"/>
          <w:b/>
          <w:sz w:val="20"/>
          <w:szCs w:val="20"/>
        </w:rPr>
        <w:t xml:space="preserve"> δηλώνω υπεύθυνα:</w:t>
      </w:r>
    </w:p>
    <w:p w14:paraId="4D635BC9" w14:textId="77777777" w:rsidR="004275B1" w:rsidRDefault="004275B1">
      <w:pPr>
        <w:rPr>
          <w:rFonts w:ascii="Arial" w:hAnsi="Arial" w:cs="Arial"/>
          <w:sz w:val="16"/>
        </w:rPr>
      </w:pPr>
    </w:p>
    <w:p w14:paraId="77C516FE" w14:textId="185613F4" w:rsidR="00344104" w:rsidRDefault="00344104" w:rsidP="00B02E6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ό</w:t>
      </w:r>
      <w:r w:rsidR="0087724B">
        <w:rPr>
          <w:rFonts w:ascii="Arial" w:hAnsi="Arial" w:cs="Arial"/>
          <w:sz w:val="20"/>
          <w:szCs w:val="20"/>
        </w:rPr>
        <w:t xml:space="preserve">τι </w:t>
      </w:r>
      <w:r w:rsidRPr="00344104">
        <w:rPr>
          <w:rFonts w:ascii="Arial" w:hAnsi="Arial" w:cs="Arial"/>
          <w:sz w:val="20"/>
          <w:szCs w:val="20"/>
        </w:rPr>
        <w:t>αποδέχομαι την ανάθεση για το συνεχή και ανελλιπή έλεγχο των ηλεκτρολογικών εγκαταστάσεων όλων των Έργων του Υ/Σ (ή ΚΥΤ) ………………………, ….KV/….kV,</w:t>
      </w:r>
      <w:r w:rsidR="00B02E6D">
        <w:rPr>
          <w:rFonts w:ascii="Arial" w:hAnsi="Arial" w:cs="Arial"/>
          <w:sz w:val="20"/>
          <w:szCs w:val="20"/>
        </w:rPr>
        <w:t xml:space="preserve"> </w:t>
      </w:r>
      <w:r w:rsidRPr="00344104">
        <w:rPr>
          <w:rFonts w:ascii="Arial" w:hAnsi="Arial" w:cs="Arial"/>
          <w:sz w:val="20"/>
          <w:szCs w:val="20"/>
        </w:rPr>
        <w:t xml:space="preserve">καθώς και των ηλεκτρολογικών εγκαταστάσεων του </w:t>
      </w:r>
      <w:r w:rsidR="00A75FD4">
        <w:rPr>
          <w:rFonts w:ascii="Arial" w:hAnsi="Arial" w:cs="Arial"/>
          <w:sz w:val="20"/>
          <w:szCs w:val="20"/>
        </w:rPr>
        <w:t>……………….</w:t>
      </w:r>
      <w:r w:rsidRPr="00344104">
        <w:rPr>
          <w:rFonts w:ascii="Arial" w:hAnsi="Arial" w:cs="Arial"/>
          <w:sz w:val="20"/>
          <w:szCs w:val="20"/>
        </w:rPr>
        <w:t xml:space="preserve"> Σταθμού ισχύος ........... MW</w:t>
      </w:r>
      <w:r>
        <w:rPr>
          <w:rFonts w:ascii="Arial" w:hAnsi="Arial" w:cs="Arial"/>
          <w:sz w:val="20"/>
          <w:szCs w:val="20"/>
        </w:rPr>
        <w:t>,</w:t>
      </w:r>
      <w:r w:rsidRPr="00344104">
        <w:rPr>
          <w:rFonts w:ascii="Arial" w:hAnsi="Arial" w:cs="Arial"/>
          <w:sz w:val="20"/>
          <w:szCs w:val="20"/>
        </w:rPr>
        <w:t xml:space="preserve"> στη θέση ..................... του Δήμου ..........., του Νομού ..................., της Π.Ε. ……………….., της Περιφέρειας …………………………..,</w:t>
      </w:r>
      <w:r>
        <w:rPr>
          <w:rFonts w:ascii="Arial" w:hAnsi="Arial" w:cs="Arial"/>
          <w:sz w:val="20"/>
          <w:szCs w:val="20"/>
        </w:rPr>
        <w:t>.</w:t>
      </w:r>
      <w:r w:rsidRPr="00344104">
        <w:rPr>
          <w:rFonts w:ascii="Arial" w:hAnsi="Arial" w:cs="Arial"/>
          <w:sz w:val="20"/>
          <w:szCs w:val="20"/>
        </w:rPr>
        <w:t xml:space="preserve">της εταιρείας </w:t>
      </w:r>
      <w:r>
        <w:rPr>
          <w:rFonts w:ascii="Arial" w:hAnsi="Arial" w:cs="Arial"/>
          <w:sz w:val="20"/>
          <w:szCs w:val="20"/>
        </w:rPr>
        <w:t>«…………………………….»</w:t>
      </w:r>
      <w:r w:rsidR="00A75FD4">
        <w:rPr>
          <w:rFonts w:ascii="Arial" w:hAnsi="Arial" w:cs="Arial"/>
          <w:sz w:val="20"/>
          <w:szCs w:val="20"/>
        </w:rPr>
        <w:t xml:space="preserve">, σύμφωνα με </w:t>
      </w:r>
      <w:r w:rsidR="00A75FD4" w:rsidRPr="0087724B">
        <w:rPr>
          <w:rFonts w:ascii="Arial" w:hAnsi="Arial" w:cs="Arial"/>
          <w:sz w:val="20"/>
          <w:szCs w:val="20"/>
        </w:rPr>
        <w:t>τη Σύμβαση Σύνδεσης ΑΔΜΗΕ …………/20…… (και το Συμπλήρωμα Αρ. ….. αυτής)</w:t>
      </w:r>
      <w:r w:rsidR="00A75FD4">
        <w:rPr>
          <w:rFonts w:ascii="Arial" w:hAnsi="Arial" w:cs="Arial"/>
          <w:sz w:val="20"/>
          <w:szCs w:val="20"/>
        </w:rPr>
        <w:t>.</w:t>
      </w:r>
    </w:p>
    <w:p w14:paraId="5F0FFA78" w14:textId="77777777" w:rsidR="00344104" w:rsidRDefault="00344104" w:rsidP="00344104">
      <w:pPr>
        <w:jc w:val="both"/>
        <w:rPr>
          <w:rFonts w:ascii="Arial" w:hAnsi="Arial" w:cs="Arial"/>
          <w:sz w:val="20"/>
          <w:szCs w:val="20"/>
        </w:rPr>
      </w:pPr>
    </w:p>
    <w:p w14:paraId="0308B287" w14:textId="77777777" w:rsidR="00C55B24" w:rsidRDefault="00C55B24" w:rsidP="00C55B24">
      <w:pPr>
        <w:rPr>
          <w:rFonts w:ascii="Arial" w:hAnsi="Arial" w:cs="Arial"/>
          <w:sz w:val="16"/>
        </w:rPr>
      </w:pPr>
    </w:p>
    <w:p w14:paraId="7FB58BD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CE0A9B">
        <w:rPr>
          <w:rFonts w:ascii="Arial" w:hAnsi="Arial" w:cs="Arial"/>
          <w:b/>
          <w:bCs/>
          <w:sz w:val="20"/>
          <w:szCs w:val="20"/>
          <w:u w:val="single"/>
        </w:rPr>
        <w:t>Στοιχεία εταιρείας</w:t>
      </w:r>
    </w:p>
    <w:p w14:paraId="72C32DD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Πλήρης Ονομασία:</w:t>
      </w:r>
      <w:r w:rsidR="00CE0A9B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44C2ADC8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…………………………………………....</w:t>
      </w:r>
    </w:p>
    <w:p w14:paraId="7B91A44D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Αρμόδιος για επικοινωνία: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………………………...</w:t>
      </w:r>
    </w:p>
    <w:p w14:paraId="1D59053A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Αριθμός Τηλεφώνου: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………………………………..</w:t>
      </w:r>
    </w:p>
    <w:p w14:paraId="7B2A413B" w14:textId="77777777" w:rsidR="00C55B24" w:rsidRPr="00CE0A9B" w:rsidRDefault="00C55B24" w:rsidP="00CE0A9B">
      <w:pPr>
        <w:rPr>
          <w:rFonts w:ascii="Arial" w:hAnsi="Arial" w:cs="Arial"/>
          <w:b/>
          <w:bCs/>
          <w:sz w:val="20"/>
          <w:szCs w:val="20"/>
        </w:rPr>
      </w:pPr>
      <w:r w:rsidRPr="00CE0A9B">
        <w:rPr>
          <w:rFonts w:ascii="Arial" w:hAnsi="Arial" w:cs="Arial"/>
          <w:b/>
          <w:bCs/>
          <w:sz w:val="20"/>
          <w:szCs w:val="20"/>
        </w:rPr>
        <w:t>Ηλεκτρονική Διεύθυνση:</w:t>
      </w:r>
      <w:r w:rsidR="00CE0A9B">
        <w:rPr>
          <w:rFonts w:ascii="Arial" w:hAnsi="Arial" w:cs="Arial"/>
          <w:b/>
          <w:bCs/>
          <w:sz w:val="20"/>
          <w:szCs w:val="20"/>
        </w:rPr>
        <w:t xml:space="preserve"> ……………………………</w:t>
      </w:r>
    </w:p>
    <w:p w14:paraId="1F15795C" w14:textId="77777777" w:rsidR="00D21C49" w:rsidRDefault="00D21C49" w:rsidP="00C55B24">
      <w:pPr>
        <w:pStyle w:val="BodyTextIndent"/>
        <w:ind w:left="0" w:right="484"/>
        <w:jc w:val="right"/>
        <w:rPr>
          <w:sz w:val="16"/>
        </w:rPr>
      </w:pPr>
    </w:p>
    <w:p w14:paraId="15DD7AE4" w14:textId="77777777" w:rsidR="00344104" w:rsidRDefault="00344104" w:rsidP="00C55B24">
      <w:pPr>
        <w:pStyle w:val="BodyTextIndent"/>
        <w:ind w:left="0" w:right="484"/>
        <w:jc w:val="right"/>
        <w:rPr>
          <w:sz w:val="16"/>
        </w:rPr>
      </w:pPr>
    </w:p>
    <w:p w14:paraId="6CC046B4" w14:textId="77777777" w:rsidR="00D21C49" w:rsidRDefault="00C55B24" w:rsidP="00D21C49">
      <w:pPr>
        <w:pStyle w:val="BodyTextIndent"/>
        <w:ind w:left="0" w:right="484"/>
        <w:jc w:val="right"/>
        <w:rPr>
          <w:szCs w:val="20"/>
        </w:rPr>
      </w:pPr>
      <w:r w:rsidRPr="00D21C49">
        <w:rPr>
          <w:szCs w:val="20"/>
        </w:rPr>
        <w:t>Ημερομηνία</w:t>
      </w:r>
      <w:r w:rsidR="00CE0A9B" w:rsidRPr="00D21C49">
        <w:rPr>
          <w:szCs w:val="20"/>
        </w:rPr>
        <w:t>:</w:t>
      </w:r>
      <w:r w:rsidR="00CE0A9B" w:rsidRPr="00D21C49">
        <w:rPr>
          <w:szCs w:val="20"/>
        </w:rPr>
        <w:tab/>
      </w:r>
      <w:r w:rsidR="00582129" w:rsidRPr="00D21C49">
        <w:rPr>
          <w:szCs w:val="20"/>
        </w:rPr>
        <w:t>…..</w:t>
      </w:r>
      <w:r w:rsidRPr="00D21C49">
        <w:rPr>
          <w:szCs w:val="20"/>
        </w:rPr>
        <w:t>/</w:t>
      </w:r>
      <w:r w:rsidR="00582129" w:rsidRPr="00D21C49">
        <w:rPr>
          <w:szCs w:val="20"/>
        </w:rPr>
        <w:t>…</w:t>
      </w:r>
      <w:r w:rsidRPr="00D21C49">
        <w:rPr>
          <w:szCs w:val="20"/>
        </w:rPr>
        <w:t>../20</w:t>
      </w:r>
      <w:r w:rsidR="00582129" w:rsidRPr="00D21C49">
        <w:rPr>
          <w:szCs w:val="20"/>
        </w:rPr>
        <w:t>….</w:t>
      </w:r>
      <w:r w:rsidRPr="00D21C49">
        <w:rPr>
          <w:szCs w:val="20"/>
        </w:rPr>
        <w:t>..</w:t>
      </w:r>
    </w:p>
    <w:p w14:paraId="27656B57" w14:textId="77777777" w:rsidR="00344104" w:rsidRPr="00D21C49" w:rsidRDefault="00344104" w:rsidP="00D21C49">
      <w:pPr>
        <w:pStyle w:val="BodyTextIndent"/>
        <w:ind w:left="0" w:right="484"/>
        <w:jc w:val="right"/>
        <w:rPr>
          <w:szCs w:val="20"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344104" w:rsidRPr="00DD33DD" w14:paraId="6E19A99E" w14:textId="77777777" w:rsidTr="00344104">
        <w:trPr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78D3BD7F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3DD">
              <w:rPr>
                <w:rFonts w:ascii="Arial" w:hAnsi="Arial" w:cs="Arial"/>
                <w:sz w:val="20"/>
                <w:szCs w:val="20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>/η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υπεύθυνος</w:t>
            </w:r>
            <w:r>
              <w:rPr>
                <w:rFonts w:ascii="Arial" w:hAnsi="Arial" w:cs="Arial"/>
                <w:sz w:val="20"/>
                <w:szCs w:val="20"/>
              </w:rPr>
              <w:t>(-η)</w:t>
            </w:r>
            <w:r w:rsidRPr="00DD33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επιβλέπων(-ουσα) </w:t>
            </w:r>
            <w:r w:rsidRPr="00DD33DD">
              <w:rPr>
                <w:rFonts w:ascii="Arial" w:hAnsi="Arial" w:cs="Arial"/>
                <w:sz w:val="20"/>
                <w:szCs w:val="20"/>
              </w:rPr>
              <w:t>Μηχανικός</w:t>
            </w:r>
          </w:p>
        </w:tc>
      </w:tr>
      <w:tr w:rsidR="00344104" w:rsidRPr="00DD33DD" w14:paraId="6DA3AC42" w14:textId="77777777" w:rsidTr="00344104">
        <w:trPr>
          <w:trHeight w:val="2026"/>
          <w:jc w:val="right"/>
        </w:trPr>
        <w:tc>
          <w:tcPr>
            <w:tcW w:w="5210" w:type="dxa"/>
            <w:shd w:val="clear" w:color="auto" w:fill="auto"/>
            <w:vAlign w:val="center"/>
          </w:tcPr>
          <w:p w14:paraId="64826A84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3D4548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97DA9D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AA6B77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E97113" w14:textId="77777777" w:rsidR="00344104" w:rsidRPr="00DD33DD" w:rsidRDefault="00344104" w:rsidP="00DD33DD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33DD">
              <w:rPr>
                <w:rFonts w:ascii="Arial" w:hAnsi="Arial" w:cs="Arial"/>
                <w:i/>
                <w:iCs/>
                <w:sz w:val="20"/>
                <w:szCs w:val="20"/>
              </w:rPr>
              <w:t>(όνομα - σφραγίδα- υπογραφή)</w:t>
            </w:r>
          </w:p>
        </w:tc>
      </w:tr>
    </w:tbl>
    <w:p w14:paraId="3B144F52" w14:textId="77777777" w:rsidR="00D21C49" w:rsidRPr="00CE0A9B" w:rsidRDefault="00D21C49" w:rsidP="00D21C49">
      <w:pPr>
        <w:pStyle w:val="BodyTextIndent"/>
        <w:ind w:left="0" w:right="484"/>
        <w:rPr>
          <w:sz w:val="16"/>
        </w:rPr>
      </w:pPr>
    </w:p>
    <w:sectPr w:rsidR="00D21C49" w:rsidRPr="00CE0A9B" w:rsidSect="00CE0A9B">
      <w:type w:val="continuous"/>
      <w:pgSz w:w="11906" w:h="16838" w:code="9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FB6C3" w14:textId="77777777" w:rsidR="00A82194" w:rsidRDefault="00A82194">
      <w:r>
        <w:separator/>
      </w:r>
    </w:p>
  </w:endnote>
  <w:endnote w:type="continuationSeparator" w:id="0">
    <w:p w14:paraId="237C32F3" w14:textId="77777777" w:rsidR="00A82194" w:rsidRDefault="00A8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3D3A2" w14:textId="77777777" w:rsidR="00A82194" w:rsidRDefault="00A82194">
      <w:r>
        <w:separator/>
      </w:r>
    </w:p>
  </w:footnote>
  <w:footnote w:type="continuationSeparator" w:id="0">
    <w:p w14:paraId="4D1B62A8" w14:textId="77777777" w:rsidR="00A82194" w:rsidRDefault="00A82194">
      <w:r>
        <w:continuationSeparator/>
      </w:r>
    </w:p>
  </w:footnote>
  <w:footnote w:id="1">
    <w:p w14:paraId="137B94CB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254B0">
        <w:rPr>
          <w:rStyle w:val="FootnoteReference"/>
          <w:rFonts w:ascii="Arial" w:hAnsi="Arial" w:cs="Arial"/>
          <w:sz w:val="18"/>
          <w:szCs w:val="18"/>
        </w:rPr>
        <w:footnoteRef/>
      </w:r>
      <w:r w:rsidRPr="00A254B0">
        <w:rPr>
          <w:rFonts w:ascii="Arial" w:hAnsi="Arial" w:cs="Arial"/>
          <w:sz w:val="18"/>
          <w:szCs w:val="18"/>
        </w:rPr>
        <w:t xml:space="preserve"> </w:t>
      </w:r>
      <w:r w:rsidRPr="005A5F4E">
        <w:rPr>
          <w:rFonts w:ascii="Arial" w:hAnsi="Arial" w:cs="Arial"/>
          <w:sz w:val="16"/>
          <w:szCs w:val="16"/>
        </w:rPr>
        <w:t>Αναγράφεται από τον ενδιαφερόμενο πολίτη ή Αρχή ή η Υπηρεσία του δημόσιου τομέα, που απευθύνεται η αίτηση.</w:t>
      </w:r>
    </w:p>
  </w:footnote>
  <w:footnote w:id="2">
    <w:p w14:paraId="0707E9E5" w14:textId="77777777" w:rsidR="004275B1" w:rsidRPr="005A5F4E" w:rsidRDefault="004275B1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Αναγράφεται ολογράφως.</w:t>
      </w:r>
    </w:p>
  </w:footnote>
  <w:footnote w:id="3">
    <w:p w14:paraId="55A4A7DE" w14:textId="77777777" w:rsidR="00C55B24" w:rsidRPr="005A5F4E" w:rsidRDefault="00C55B24" w:rsidP="00C55B2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5A5F4E">
        <w:rPr>
          <w:rStyle w:val="FootnoteReference"/>
          <w:rFonts w:ascii="Arial" w:hAnsi="Arial" w:cs="Arial"/>
          <w:sz w:val="16"/>
          <w:szCs w:val="16"/>
        </w:rPr>
        <w:footnoteRef/>
      </w:r>
      <w:r w:rsidRPr="005A5F4E">
        <w:rPr>
          <w:rFonts w:ascii="Arial" w:hAnsi="Arial" w:cs="Arial"/>
          <w:sz w:val="16"/>
          <w:szCs w:val="16"/>
        </w:rPr>
        <w:t xml:space="preserve">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B2429"/>
    <w:multiLevelType w:val="hybridMultilevel"/>
    <w:tmpl w:val="1C265A4A"/>
    <w:lvl w:ilvl="0" w:tplc="FEFEFB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3249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724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A8B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A253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BE3D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386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56E1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5EB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4C7C29"/>
    <w:multiLevelType w:val="hybridMultilevel"/>
    <w:tmpl w:val="8A0210E0"/>
    <w:lvl w:ilvl="0" w:tplc="E410E5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9F2652"/>
    <w:multiLevelType w:val="hybridMultilevel"/>
    <w:tmpl w:val="58BC7A12"/>
    <w:lvl w:ilvl="0" w:tplc="4B149C7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358C83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68B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909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F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ACE43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783D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2C96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E6E1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A616D"/>
    <w:multiLevelType w:val="hybridMultilevel"/>
    <w:tmpl w:val="4016E3A2"/>
    <w:lvl w:ilvl="0" w:tplc="CD98C17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84E47F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B2D64F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80B9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C42F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E8D24F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246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92E3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C54ED1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60209"/>
    <w:multiLevelType w:val="hybridMultilevel"/>
    <w:tmpl w:val="2D4AE85A"/>
    <w:lvl w:ilvl="0" w:tplc="57D2A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7A65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229E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3C1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08FF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76A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0E8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EF0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5876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B35B3F"/>
    <w:multiLevelType w:val="hybridMultilevel"/>
    <w:tmpl w:val="4476F952"/>
    <w:lvl w:ilvl="0" w:tplc="9632A2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993E8E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6CF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54F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D082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CE29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18CC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6E36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803D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CDE8D9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FF276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C6D8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BC3D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DC6B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9AE1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63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28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4C5B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445850031">
    <w:abstractNumId w:val="3"/>
  </w:num>
  <w:num w:numId="2" w16cid:durableId="2105609075">
    <w:abstractNumId w:val="5"/>
  </w:num>
  <w:num w:numId="3" w16cid:durableId="2073036832">
    <w:abstractNumId w:val="0"/>
  </w:num>
  <w:num w:numId="4" w16cid:durableId="1396659738">
    <w:abstractNumId w:val="4"/>
  </w:num>
  <w:num w:numId="5" w16cid:durableId="2088569423">
    <w:abstractNumId w:val="2"/>
  </w:num>
  <w:num w:numId="6" w16cid:durableId="990526760">
    <w:abstractNumId w:val="10"/>
  </w:num>
  <w:num w:numId="7" w16cid:durableId="1590770273">
    <w:abstractNumId w:val="9"/>
  </w:num>
  <w:num w:numId="8" w16cid:durableId="1294291730">
    <w:abstractNumId w:val="7"/>
  </w:num>
  <w:num w:numId="9" w16cid:durableId="769812955">
    <w:abstractNumId w:val="6"/>
  </w:num>
  <w:num w:numId="10" w16cid:durableId="1018192441">
    <w:abstractNumId w:val="8"/>
  </w:num>
  <w:num w:numId="11" w16cid:durableId="2106490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NotTrackMoves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C0"/>
    <w:rsid w:val="00016A26"/>
    <w:rsid w:val="000260EE"/>
    <w:rsid w:val="000F0EE8"/>
    <w:rsid w:val="0010106D"/>
    <w:rsid w:val="001060A6"/>
    <w:rsid w:val="00165A19"/>
    <w:rsid w:val="00204379"/>
    <w:rsid w:val="002078DB"/>
    <w:rsid w:val="002235B8"/>
    <w:rsid w:val="0029523A"/>
    <w:rsid w:val="002B15A5"/>
    <w:rsid w:val="002D1469"/>
    <w:rsid w:val="00342768"/>
    <w:rsid w:val="00344104"/>
    <w:rsid w:val="00362F82"/>
    <w:rsid w:val="003718EB"/>
    <w:rsid w:val="0038086C"/>
    <w:rsid w:val="0039521E"/>
    <w:rsid w:val="003A0A30"/>
    <w:rsid w:val="003A424E"/>
    <w:rsid w:val="003D1936"/>
    <w:rsid w:val="00416F02"/>
    <w:rsid w:val="004275B1"/>
    <w:rsid w:val="00431339"/>
    <w:rsid w:val="004B3841"/>
    <w:rsid w:val="004C78C1"/>
    <w:rsid w:val="004D15BF"/>
    <w:rsid w:val="005069ED"/>
    <w:rsid w:val="00562AEA"/>
    <w:rsid w:val="005657F4"/>
    <w:rsid w:val="00582129"/>
    <w:rsid w:val="005A5F4E"/>
    <w:rsid w:val="005A6A0C"/>
    <w:rsid w:val="005B713F"/>
    <w:rsid w:val="005E59C1"/>
    <w:rsid w:val="0061504A"/>
    <w:rsid w:val="006223F2"/>
    <w:rsid w:val="00630A63"/>
    <w:rsid w:val="006965E8"/>
    <w:rsid w:val="006B7158"/>
    <w:rsid w:val="007116F1"/>
    <w:rsid w:val="00716052"/>
    <w:rsid w:val="00743E44"/>
    <w:rsid w:val="007612CA"/>
    <w:rsid w:val="00762BED"/>
    <w:rsid w:val="007A2885"/>
    <w:rsid w:val="007B0556"/>
    <w:rsid w:val="007E0AF5"/>
    <w:rsid w:val="007E1449"/>
    <w:rsid w:val="008075DC"/>
    <w:rsid w:val="008621A8"/>
    <w:rsid w:val="0087724B"/>
    <w:rsid w:val="00894132"/>
    <w:rsid w:val="008D10BD"/>
    <w:rsid w:val="009148EE"/>
    <w:rsid w:val="009322B7"/>
    <w:rsid w:val="00997833"/>
    <w:rsid w:val="009A20AB"/>
    <w:rsid w:val="009D143F"/>
    <w:rsid w:val="00A023C0"/>
    <w:rsid w:val="00A10ADB"/>
    <w:rsid w:val="00A254B0"/>
    <w:rsid w:val="00A65FD7"/>
    <w:rsid w:val="00A666E0"/>
    <w:rsid w:val="00A75FD4"/>
    <w:rsid w:val="00A82194"/>
    <w:rsid w:val="00A966EF"/>
    <w:rsid w:val="00AF665D"/>
    <w:rsid w:val="00B02E6D"/>
    <w:rsid w:val="00B176FC"/>
    <w:rsid w:val="00B74D20"/>
    <w:rsid w:val="00BD4D42"/>
    <w:rsid w:val="00BE33F2"/>
    <w:rsid w:val="00BF6C44"/>
    <w:rsid w:val="00C05AD7"/>
    <w:rsid w:val="00C0610A"/>
    <w:rsid w:val="00C419CD"/>
    <w:rsid w:val="00C445FF"/>
    <w:rsid w:val="00C55B24"/>
    <w:rsid w:val="00CB30BB"/>
    <w:rsid w:val="00CE0A9B"/>
    <w:rsid w:val="00D03842"/>
    <w:rsid w:val="00D21C49"/>
    <w:rsid w:val="00D95FE7"/>
    <w:rsid w:val="00DD33DD"/>
    <w:rsid w:val="00DE4D2C"/>
    <w:rsid w:val="00E32A9C"/>
    <w:rsid w:val="00E3471C"/>
    <w:rsid w:val="00E3558B"/>
    <w:rsid w:val="00E5191A"/>
    <w:rsid w:val="00E62876"/>
    <w:rsid w:val="00E86D7A"/>
    <w:rsid w:val="00EC6958"/>
    <w:rsid w:val="00EE0B2B"/>
    <w:rsid w:val="00F3371A"/>
    <w:rsid w:val="00F72B34"/>
    <w:rsid w:val="00FB1478"/>
    <w:rsid w:val="00FC68F7"/>
    <w:rsid w:val="00FD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33BB9F13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l-GR" w:eastAsia="el-GR" w:bidi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semiHidden/>
    <w:pPr>
      <w:ind w:left="-180"/>
    </w:pPr>
    <w:rPr>
      <w:rFonts w:ascii="Arial" w:hAnsi="Arial" w:cs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0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260EE"/>
    <w:rPr>
      <w:rFonts w:ascii="Segoe UI" w:hAnsi="Segoe UI" w:cs="Segoe UI"/>
      <w:sz w:val="18"/>
      <w:szCs w:val="18"/>
      <w:lang w:val="el-GR" w:eastAsia="el-GR"/>
    </w:rPr>
  </w:style>
  <w:style w:type="paragraph" w:styleId="Revision">
    <w:name w:val="Revision"/>
    <w:hidden/>
    <w:uiPriority w:val="99"/>
    <w:semiHidden/>
    <w:rsid w:val="00762BED"/>
    <w:rPr>
      <w:sz w:val="24"/>
      <w:szCs w:val="24"/>
      <w:lang w:val="el-GR" w:eastAsia="el-GR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5B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275B1"/>
    <w:rPr>
      <w:lang w:val="el-GR" w:eastAsia="el-GR" w:bidi="ar-SA"/>
    </w:rPr>
  </w:style>
  <w:style w:type="character" w:styleId="FootnoteReference">
    <w:name w:val="footnote reference"/>
    <w:uiPriority w:val="99"/>
    <w:semiHidden/>
    <w:unhideWhenUsed/>
    <w:rsid w:val="004275B1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A5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F4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A5F4E"/>
    <w:rPr>
      <w:lang w:val="el-GR" w:eastAsia="el-GR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F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5F4E"/>
    <w:rPr>
      <w:b/>
      <w:bCs/>
      <w:lang w:val="el-GR" w:eastAsia="el-GR" w:bidi="ar-SA"/>
    </w:rPr>
  </w:style>
  <w:style w:type="table" w:styleId="TableGrid">
    <w:name w:val="Table Grid"/>
    <w:basedOn w:val="TableNormal"/>
    <w:uiPriority w:val="59"/>
    <w:rsid w:val="00D21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3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CA700-B444-4C4F-AA20-3390FFF5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Αστέριος Χατζηχαριστός</dc:creator>
  <cp:keywords/>
  <cp:lastModifiedBy>Καμηλάκη Μαρίνα</cp:lastModifiedBy>
  <cp:revision>3</cp:revision>
  <cp:lastPrinted>2013-11-14T12:08:00Z</cp:lastPrinted>
  <dcterms:created xsi:type="dcterms:W3CDTF">2025-02-25T11:46:00Z</dcterms:created>
  <dcterms:modified xsi:type="dcterms:W3CDTF">2025-02-25T11:47:00Z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2025-02-25T11:46:51Z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cf601223-9323-428e-92d0-12877e677988</vt:lpwstr>
  </property>
  <property fmtid="{D5CDD505-2E9C-101B-9397-08002B2CF9AE}" pid="8" name="MSIP_Label_05724ed5-0cfc-4d4c-ac51-e92bca5b81d6_ContentBits">
    <vt:lpwstr>0</vt:lpwstr>
  </property>
</Properties>
</file>